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297" w:rsidRDefault="00BF5297" w:rsidP="00EC6B56">
      <w:pPr>
        <w:jc w:val="center"/>
        <w:rPr>
          <w:sz w:val="40"/>
          <w:szCs w:val="40"/>
        </w:rPr>
      </w:pPr>
      <w:r>
        <w:rPr>
          <w:sz w:val="40"/>
          <w:szCs w:val="40"/>
        </w:rPr>
        <w:t>Lesson 3</w:t>
      </w:r>
    </w:p>
    <w:p w:rsidR="00BF5297" w:rsidRDefault="00BF5297" w:rsidP="00EC6B56">
      <w:pPr>
        <w:jc w:val="center"/>
        <w:rPr>
          <w:sz w:val="40"/>
          <w:szCs w:val="40"/>
        </w:rPr>
      </w:pPr>
      <w:r>
        <w:rPr>
          <w:sz w:val="40"/>
          <w:szCs w:val="40"/>
        </w:rPr>
        <w:t>Please, Thank You, and You’re Welcome! (10 pts.)</w:t>
      </w:r>
    </w:p>
    <w:p w:rsidR="00BF5297" w:rsidRDefault="00BF5297" w:rsidP="00EC6B56">
      <w:pPr>
        <w:jc w:val="center"/>
        <w:rPr>
          <w:i/>
          <w:sz w:val="28"/>
          <w:szCs w:val="28"/>
        </w:rPr>
      </w:pPr>
      <w:r w:rsidRPr="00EC6B56">
        <w:rPr>
          <w:i/>
          <w:sz w:val="28"/>
          <w:szCs w:val="28"/>
        </w:rPr>
        <w:t>(the magic words, in any language)</w:t>
      </w:r>
    </w:p>
    <w:p w:rsidR="00BF5297" w:rsidRDefault="00BF5297"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BF5297" w:rsidRDefault="00BF5297" w:rsidP="00EC6B56">
      <w:pPr>
        <w:jc w:val="center"/>
        <w:rPr>
          <w:sz w:val="24"/>
          <w:szCs w:val="24"/>
        </w:rPr>
      </w:pPr>
      <w:r>
        <w:rPr>
          <w:sz w:val="24"/>
          <w:szCs w:val="24"/>
        </w:rPr>
        <w:t>Here is your task:</w:t>
      </w:r>
    </w:p>
    <w:p w:rsidR="00BF5297" w:rsidRPr="00D85482" w:rsidRDefault="00BF5297"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BF5297" w:rsidRPr="00D85482" w:rsidRDefault="00BF5297" w:rsidP="00EC6B56">
      <w:pPr>
        <w:rPr>
          <w:b/>
          <w:sz w:val="24"/>
          <w:szCs w:val="24"/>
        </w:rPr>
      </w:pPr>
      <w:r w:rsidRPr="00D85482">
        <w:rPr>
          <w:b/>
          <w:sz w:val="24"/>
          <w:szCs w:val="24"/>
        </w:rPr>
        <w:t>Second, select the language of your culture.</w:t>
      </w:r>
    </w:p>
    <w:p w:rsidR="00BF5297" w:rsidRDefault="00BF5297" w:rsidP="00EC6B56">
      <w:pPr>
        <w:rPr>
          <w:b/>
          <w:sz w:val="24"/>
          <w:szCs w:val="24"/>
        </w:rPr>
      </w:pPr>
      <w:r w:rsidRPr="00D85482">
        <w:rPr>
          <w:b/>
          <w:sz w:val="24"/>
          <w:szCs w:val="24"/>
        </w:rPr>
        <w:t>Thi</w:t>
      </w:r>
      <w:r>
        <w:rPr>
          <w:b/>
          <w:sz w:val="24"/>
          <w:szCs w:val="24"/>
        </w:rPr>
        <w:t>rd, find the lesson for “Getting What You Want” or search for “Please,” etc.</w:t>
      </w:r>
    </w:p>
    <w:p w:rsidR="00BF5297" w:rsidRDefault="00BF529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“PleaseLastname” and save it to your flash drive.   Upload it to the Wiki.</w:t>
      </w:r>
    </w:p>
    <w:p w:rsidR="00BF5297" w:rsidRDefault="00BF529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BF5297" w:rsidRPr="00D85482" w:rsidRDefault="00BF529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BF5297" w:rsidRPr="00EC6B56" w:rsidRDefault="00BF5297"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BF5297" w:rsidRDefault="00BF5297" w:rsidP="00EC6B56">
      <w:pPr>
        <w:pStyle w:val="ListParagraph"/>
        <w:rPr>
          <w:sz w:val="24"/>
          <w:szCs w:val="24"/>
        </w:rPr>
      </w:pPr>
      <w:r>
        <w:rPr>
          <w:sz w:val="24"/>
          <w:szCs w:val="24"/>
        </w:rPr>
        <w:t>qimg</w:t>
      </w:r>
    </w:p>
    <w:p w:rsidR="00BF5297" w:rsidRPr="00EC6B56" w:rsidRDefault="00BF5297" w:rsidP="00EC6B56">
      <w:pPr>
        <w:pStyle w:val="ListParagraph"/>
        <w:numPr>
          <w:ilvl w:val="0"/>
          <w:numId w:val="2"/>
        </w:numPr>
        <w:rPr>
          <w:b/>
          <w:sz w:val="24"/>
          <w:szCs w:val="24"/>
        </w:rPr>
      </w:pPr>
      <w:r>
        <w:rPr>
          <w:sz w:val="24"/>
          <w:szCs w:val="24"/>
        </w:rPr>
        <w:t xml:space="preserve">Are there any other ways to say “Please”?  When are they used?  List them here:  </w:t>
      </w:r>
    </w:p>
    <w:p w:rsidR="00BF5297" w:rsidRDefault="00BF5297" w:rsidP="00EC6B56">
      <w:pPr>
        <w:pStyle w:val="ListParagraph"/>
        <w:rPr>
          <w:b/>
          <w:sz w:val="24"/>
          <w:szCs w:val="24"/>
        </w:rPr>
      </w:pPr>
      <w:r>
        <w:rPr>
          <w:b/>
          <w:sz w:val="24"/>
          <w:szCs w:val="24"/>
        </w:rPr>
        <w:t xml:space="preserve">Qing gei wo- please give me </w:t>
      </w:r>
    </w:p>
    <w:p w:rsidR="00BF5297" w:rsidRDefault="00BF5297" w:rsidP="00EC6B56">
      <w:pPr>
        <w:pStyle w:val="ListParagraph"/>
        <w:rPr>
          <w:b/>
          <w:sz w:val="24"/>
          <w:szCs w:val="24"/>
        </w:rPr>
      </w:pPr>
      <w:r>
        <w:rPr>
          <w:b/>
          <w:sz w:val="24"/>
          <w:szCs w:val="24"/>
        </w:rPr>
        <w:t xml:space="preserve">Qing gei wo zhege- please give me this </w:t>
      </w:r>
    </w:p>
    <w:p w:rsidR="00BF5297" w:rsidRDefault="00BF5297" w:rsidP="00EC6B56">
      <w:pPr>
        <w:pStyle w:val="ListParagraph"/>
        <w:rPr>
          <w:b/>
          <w:sz w:val="24"/>
          <w:szCs w:val="24"/>
        </w:rPr>
      </w:pPr>
      <w:r>
        <w:rPr>
          <w:b/>
          <w:sz w:val="24"/>
          <w:szCs w:val="24"/>
        </w:rPr>
        <w:t>Qing gei wo nage- please give me that</w:t>
      </w:r>
    </w:p>
    <w:p w:rsidR="00BF5297" w:rsidRDefault="00BF5297" w:rsidP="00EC6B56">
      <w:pPr>
        <w:pStyle w:val="ListParagraph"/>
        <w:rPr>
          <w:sz w:val="24"/>
          <w:szCs w:val="24"/>
        </w:rPr>
      </w:pPr>
    </w:p>
    <w:p w:rsidR="00BF5297" w:rsidRDefault="00BF5297"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BF5297" w:rsidRDefault="00BF5297" w:rsidP="00C71A6B">
      <w:pPr>
        <w:pStyle w:val="ListParagraph"/>
        <w:rPr>
          <w:sz w:val="24"/>
          <w:szCs w:val="24"/>
        </w:rPr>
      </w:pPr>
      <w:r>
        <w:rPr>
          <w:sz w:val="24"/>
          <w:szCs w:val="24"/>
        </w:rPr>
        <w:t xml:space="preserve">Juwuba- big mac </w:t>
      </w:r>
    </w:p>
    <w:p w:rsidR="00BF5297" w:rsidRDefault="00BF5297" w:rsidP="00C71A6B">
      <w:pPr>
        <w:pStyle w:val="ListParagraph"/>
        <w:rPr>
          <w:sz w:val="24"/>
          <w:szCs w:val="24"/>
        </w:rPr>
      </w:pPr>
      <w:r>
        <w:rPr>
          <w:sz w:val="24"/>
          <w:szCs w:val="24"/>
        </w:rPr>
        <w:t xml:space="preserve">Wo-  I, me </w:t>
      </w:r>
    </w:p>
    <w:p w:rsidR="00BF5297" w:rsidRDefault="00BF5297" w:rsidP="00D01172">
      <w:pPr>
        <w:pStyle w:val="ListParagraph"/>
        <w:rPr>
          <w:sz w:val="24"/>
          <w:szCs w:val="24"/>
        </w:rPr>
      </w:pPr>
    </w:p>
    <w:p w:rsidR="00BF5297" w:rsidRPr="00D01172" w:rsidRDefault="00BF5297" w:rsidP="00D01172">
      <w:pPr>
        <w:pStyle w:val="ListParagraph"/>
        <w:rPr>
          <w:sz w:val="24"/>
          <w:szCs w:val="24"/>
        </w:rPr>
      </w:pPr>
    </w:p>
    <w:p w:rsidR="00BF5297" w:rsidRPr="00C16757" w:rsidRDefault="00BF5297" w:rsidP="00C71A6B">
      <w:pPr>
        <w:rPr>
          <w:b/>
          <w:i/>
          <w:sz w:val="24"/>
          <w:szCs w:val="24"/>
        </w:rPr>
      </w:pPr>
      <w:r w:rsidRPr="00C71A6B">
        <w:rPr>
          <w:b/>
          <w:i/>
          <w:sz w:val="24"/>
          <w:szCs w:val="24"/>
        </w:rPr>
        <w:t>(continue on to do the lesson on “Thank you.”)</w:t>
      </w:r>
      <w:r>
        <w:rPr>
          <w:b/>
          <w:i/>
          <w:sz w:val="24"/>
          <w:szCs w:val="24"/>
        </w:rPr>
        <w:t xml:space="preserve"> ↓</w:t>
      </w:r>
    </w:p>
    <w:p w:rsidR="00BF5297" w:rsidRPr="00D85482" w:rsidRDefault="00BF5297" w:rsidP="00C71A6B">
      <w:pPr>
        <w:rPr>
          <w:b/>
          <w:sz w:val="24"/>
          <w:szCs w:val="24"/>
        </w:rPr>
      </w:pPr>
      <w:r>
        <w:rPr>
          <w:b/>
          <w:sz w:val="24"/>
          <w:szCs w:val="24"/>
        </w:rPr>
        <w:t>Find the lesson for “Thank you.”</w:t>
      </w:r>
    </w:p>
    <w:p w:rsidR="00BF5297" w:rsidRDefault="00BF529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“ThankYouLastname” and save it to your flash drive.   Upload it to the Wiki.</w:t>
      </w:r>
    </w:p>
    <w:p w:rsidR="00BF5297" w:rsidRDefault="00BF529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BF5297" w:rsidRPr="00C16757" w:rsidRDefault="00BF529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BF5297" w:rsidRPr="00D01172" w:rsidRDefault="00BF5297"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you.” In your host culture?   </w:t>
      </w:r>
    </w:p>
    <w:p w:rsidR="00BF5297" w:rsidRPr="00D01172" w:rsidRDefault="00BF5297" w:rsidP="00D01172">
      <w:pPr>
        <w:pStyle w:val="ListParagraph"/>
        <w:rPr>
          <w:b/>
          <w:sz w:val="24"/>
          <w:szCs w:val="24"/>
        </w:rPr>
      </w:pPr>
    </w:p>
    <w:p w:rsidR="00BF5297" w:rsidRDefault="00BF5297" w:rsidP="00C71A6B">
      <w:pPr>
        <w:pStyle w:val="ListParagraph"/>
        <w:rPr>
          <w:b/>
          <w:sz w:val="24"/>
          <w:szCs w:val="24"/>
        </w:rPr>
      </w:pPr>
      <w:r>
        <w:rPr>
          <w:b/>
          <w:sz w:val="24"/>
          <w:szCs w:val="24"/>
        </w:rPr>
        <w:t>Xie xie</w:t>
      </w:r>
    </w:p>
    <w:p w:rsidR="00BF5297" w:rsidRPr="00C71A6B" w:rsidRDefault="00BF5297" w:rsidP="00C71A6B">
      <w:pPr>
        <w:pStyle w:val="ListParagraph"/>
        <w:numPr>
          <w:ilvl w:val="0"/>
          <w:numId w:val="3"/>
        </w:numPr>
        <w:rPr>
          <w:b/>
          <w:sz w:val="24"/>
          <w:szCs w:val="24"/>
        </w:rPr>
      </w:pPr>
      <w:r>
        <w:rPr>
          <w:sz w:val="24"/>
          <w:szCs w:val="24"/>
        </w:rPr>
        <w:t>Name at least three situations where you should respond with “Thank you” in your host culture:</w:t>
      </w:r>
    </w:p>
    <w:p w:rsidR="00BF5297" w:rsidRDefault="00BF5297" w:rsidP="00C71A6B">
      <w:pPr>
        <w:pStyle w:val="ListParagraph"/>
        <w:rPr>
          <w:sz w:val="24"/>
          <w:szCs w:val="24"/>
        </w:rPr>
      </w:pPr>
      <w:r>
        <w:rPr>
          <w:sz w:val="24"/>
          <w:szCs w:val="24"/>
        </w:rPr>
        <w:t>When you get what you want</w:t>
      </w:r>
    </w:p>
    <w:p w:rsidR="00BF5297" w:rsidRDefault="00BF5297" w:rsidP="00C71A6B">
      <w:pPr>
        <w:pStyle w:val="ListParagraph"/>
        <w:rPr>
          <w:sz w:val="24"/>
          <w:szCs w:val="24"/>
        </w:rPr>
      </w:pPr>
      <w:r>
        <w:rPr>
          <w:sz w:val="24"/>
          <w:szCs w:val="24"/>
        </w:rPr>
        <w:t xml:space="preserve">Dinning </w:t>
      </w:r>
    </w:p>
    <w:p w:rsidR="00BF5297" w:rsidRDefault="00BF5297" w:rsidP="00C71A6B">
      <w:pPr>
        <w:pStyle w:val="ListParagraph"/>
        <w:rPr>
          <w:sz w:val="24"/>
          <w:szCs w:val="24"/>
        </w:rPr>
      </w:pPr>
      <w:r>
        <w:rPr>
          <w:sz w:val="24"/>
          <w:szCs w:val="24"/>
        </w:rPr>
        <w:t xml:space="preserve">Special occasions </w:t>
      </w:r>
    </w:p>
    <w:p w:rsidR="00BF5297" w:rsidRPr="00C71A6B" w:rsidRDefault="00BF5297" w:rsidP="00C71A6B">
      <w:pPr>
        <w:pStyle w:val="ListParagraph"/>
        <w:rPr>
          <w:sz w:val="24"/>
          <w:szCs w:val="24"/>
        </w:rPr>
      </w:pPr>
    </w:p>
    <w:p w:rsidR="00BF5297" w:rsidRPr="00C71A6B" w:rsidRDefault="00BF5297"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BF5297" w:rsidRDefault="00BF5297" w:rsidP="00C71A6B">
      <w:pPr>
        <w:pStyle w:val="ListParagraph"/>
        <w:rPr>
          <w:sz w:val="24"/>
          <w:szCs w:val="24"/>
        </w:rPr>
      </w:pPr>
      <w:r>
        <w:rPr>
          <w:sz w:val="24"/>
          <w:szCs w:val="24"/>
        </w:rPr>
        <w:t xml:space="preserve">When you meet someone older than you.  Such as bowing </w:t>
      </w:r>
    </w:p>
    <w:p w:rsidR="00BF5297" w:rsidRDefault="00BF5297" w:rsidP="00C71A6B">
      <w:pPr>
        <w:pStyle w:val="ListParagraph"/>
        <w:rPr>
          <w:b/>
          <w:sz w:val="24"/>
          <w:szCs w:val="24"/>
        </w:rPr>
      </w:pPr>
    </w:p>
    <w:p w:rsidR="00BF5297" w:rsidRPr="00557A32" w:rsidRDefault="00BF5297" w:rsidP="00D01172">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w:t>
      </w:r>
    </w:p>
    <w:p w:rsidR="00BF5297" w:rsidRDefault="00BF5297" w:rsidP="00557A32">
      <w:pPr>
        <w:pStyle w:val="ListParagraph"/>
        <w:rPr>
          <w:sz w:val="24"/>
          <w:szCs w:val="24"/>
        </w:rPr>
      </w:pPr>
      <w:r>
        <w:rPr>
          <w:sz w:val="24"/>
          <w:szCs w:val="24"/>
        </w:rPr>
        <w:t xml:space="preserve">       Tap the table with your index finger  which means that you are thankfull or that, that is enough of what they are pouring .</w:t>
      </w:r>
    </w:p>
    <w:p w:rsidR="00BF5297" w:rsidRPr="00D01172" w:rsidRDefault="00BF5297" w:rsidP="00557A32">
      <w:pPr>
        <w:pStyle w:val="ListParagraph"/>
        <w:ind w:left="360"/>
        <w:rPr>
          <w:b/>
          <w:sz w:val="24"/>
          <w:szCs w:val="24"/>
        </w:rPr>
      </w:pPr>
    </w:p>
    <w:p w:rsidR="00BF5297" w:rsidRPr="00D01172" w:rsidRDefault="00BF5297" w:rsidP="00D01172">
      <w:pPr>
        <w:rPr>
          <w:b/>
          <w:sz w:val="24"/>
          <w:szCs w:val="24"/>
        </w:rPr>
      </w:pPr>
    </w:p>
    <w:p w:rsidR="00BF5297" w:rsidRDefault="00BF5297" w:rsidP="00C71A6B">
      <w:pPr>
        <w:pStyle w:val="ListParagraph"/>
        <w:rPr>
          <w:b/>
          <w:i/>
          <w:sz w:val="24"/>
          <w:szCs w:val="24"/>
        </w:rPr>
      </w:pPr>
      <w:r w:rsidRPr="00C71A6B">
        <w:rPr>
          <w:b/>
          <w:i/>
          <w:sz w:val="24"/>
          <w:szCs w:val="24"/>
        </w:rPr>
        <w:t>(continue on to do the lesson on “You’re welcome!”)</w:t>
      </w:r>
      <w:r>
        <w:rPr>
          <w:b/>
          <w:i/>
          <w:sz w:val="24"/>
          <w:szCs w:val="24"/>
        </w:rPr>
        <w:t xml:space="preserve"> ↓</w:t>
      </w:r>
    </w:p>
    <w:p w:rsidR="00BF5297" w:rsidRDefault="00BF5297" w:rsidP="00C71A6B">
      <w:pPr>
        <w:pStyle w:val="ListParagraph"/>
        <w:rPr>
          <w:b/>
          <w:i/>
          <w:sz w:val="24"/>
          <w:szCs w:val="24"/>
        </w:rPr>
      </w:pPr>
    </w:p>
    <w:p w:rsidR="00BF5297" w:rsidRDefault="00BF5297" w:rsidP="00C71A6B">
      <w:pPr>
        <w:pStyle w:val="ListParagraph"/>
        <w:rPr>
          <w:b/>
          <w:i/>
          <w:sz w:val="24"/>
          <w:szCs w:val="24"/>
        </w:rPr>
      </w:pPr>
    </w:p>
    <w:p w:rsidR="00BF5297" w:rsidRDefault="00BF5297" w:rsidP="00C71A6B">
      <w:pPr>
        <w:pStyle w:val="ListParagraph"/>
        <w:rPr>
          <w:b/>
          <w:i/>
          <w:sz w:val="24"/>
          <w:szCs w:val="24"/>
        </w:rPr>
      </w:pPr>
    </w:p>
    <w:p w:rsidR="00BF5297" w:rsidRDefault="00BF5297" w:rsidP="00C71A6B">
      <w:pPr>
        <w:pStyle w:val="ListParagraph"/>
        <w:rPr>
          <w:b/>
          <w:i/>
          <w:sz w:val="24"/>
          <w:szCs w:val="24"/>
        </w:rPr>
      </w:pPr>
    </w:p>
    <w:p w:rsidR="00BF5297" w:rsidRDefault="00BF5297" w:rsidP="00C71A6B">
      <w:pPr>
        <w:pStyle w:val="ListParagraph"/>
        <w:rPr>
          <w:b/>
          <w:i/>
          <w:sz w:val="24"/>
          <w:szCs w:val="24"/>
        </w:rPr>
      </w:pPr>
    </w:p>
    <w:p w:rsidR="00BF5297" w:rsidRDefault="00BF5297" w:rsidP="00C71A6B">
      <w:pPr>
        <w:pStyle w:val="ListParagraph"/>
        <w:rPr>
          <w:b/>
          <w:i/>
          <w:sz w:val="24"/>
          <w:szCs w:val="24"/>
        </w:rPr>
      </w:pPr>
    </w:p>
    <w:p w:rsidR="00BF5297" w:rsidRDefault="00BF5297" w:rsidP="00C71A6B">
      <w:pPr>
        <w:pStyle w:val="ListParagraph"/>
        <w:rPr>
          <w:b/>
          <w:i/>
          <w:sz w:val="24"/>
          <w:szCs w:val="24"/>
        </w:rPr>
      </w:pPr>
    </w:p>
    <w:p w:rsidR="00BF5297" w:rsidRDefault="00BF5297" w:rsidP="00C71A6B">
      <w:pPr>
        <w:pStyle w:val="ListParagraph"/>
        <w:rPr>
          <w:b/>
          <w:i/>
          <w:sz w:val="24"/>
          <w:szCs w:val="24"/>
        </w:rPr>
      </w:pPr>
    </w:p>
    <w:p w:rsidR="00BF5297" w:rsidRDefault="00BF5297" w:rsidP="00C71A6B">
      <w:pPr>
        <w:pStyle w:val="ListParagraph"/>
        <w:rPr>
          <w:b/>
          <w:i/>
          <w:sz w:val="24"/>
          <w:szCs w:val="24"/>
        </w:rPr>
      </w:pPr>
    </w:p>
    <w:p w:rsidR="00BF5297" w:rsidRDefault="00BF5297" w:rsidP="00C71A6B">
      <w:pPr>
        <w:pStyle w:val="ListParagraph"/>
        <w:rPr>
          <w:b/>
          <w:i/>
          <w:sz w:val="24"/>
          <w:szCs w:val="24"/>
        </w:rPr>
      </w:pPr>
    </w:p>
    <w:p w:rsidR="00BF5297" w:rsidRDefault="00BF5297" w:rsidP="00C71A6B">
      <w:pPr>
        <w:rPr>
          <w:b/>
          <w:sz w:val="24"/>
          <w:szCs w:val="24"/>
        </w:rPr>
      </w:pPr>
      <w:r>
        <w:rPr>
          <w:b/>
          <w:sz w:val="24"/>
          <w:szCs w:val="24"/>
        </w:rPr>
        <w:t>Find the lesson for “You’re welcome!”</w:t>
      </w:r>
    </w:p>
    <w:p w:rsidR="00BF5297" w:rsidRDefault="00BF529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“You’reWelcomeLastname” and save it to your flash drive.   Upload it to the Wiki.</w:t>
      </w:r>
    </w:p>
    <w:p w:rsidR="00BF5297" w:rsidRDefault="00BF529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BF5297" w:rsidRPr="00D85482" w:rsidRDefault="00BF529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BF5297" w:rsidRDefault="00BF529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BF5297" w:rsidRPr="00D01172" w:rsidRDefault="00BF5297" w:rsidP="00D01172">
      <w:pPr>
        <w:pStyle w:val="ListParagraph"/>
        <w:rPr>
          <w:sz w:val="24"/>
          <w:szCs w:val="24"/>
        </w:rPr>
      </w:pPr>
      <w:r>
        <w:rPr>
          <w:sz w:val="24"/>
          <w:szCs w:val="24"/>
        </w:rPr>
        <w:t>Bu keqi</w:t>
      </w:r>
    </w:p>
    <w:p w:rsidR="00BF5297" w:rsidRDefault="00BF5297" w:rsidP="006136C7">
      <w:pPr>
        <w:pStyle w:val="ListParagraph"/>
        <w:rPr>
          <w:sz w:val="24"/>
          <w:szCs w:val="24"/>
        </w:rPr>
      </w:pPr>
      <w:r>
        <w:rPr>
          <w:sz w:val="24"/>
          <w:szCs w:val="24"/>
        </w:rPr>
        <w:t>What are some of the situations where you can use it? (hint:  check “Quick Tips”)</w:t>
      </w:r>
    </w:p>
    <w:p w:rsidR="00BF5297" w:rsidRDefault="00BF5297" w:rsidP="006136C7">
      <w:pPr>
        <w:pStyle w:val="ListParagraph"/>
        <w:rPr>
          <w:sz w:val="24"/>
          <w:szCs w:val="24"/>
        </w:rPr>
      </w:pPr>
      <w:r>
        <w:rPr>
          <w:sz w:val="24"/>
          <w:szCs w:val="24"/>
        </w:rPr>
        <w:t xml:space="preserve">When someone expresses there gratitude </w:t>
      </w:r>
    </w:p>
    <w:p w:rsidR="00BF5297" w:rsidRDefault="00BF5297" w:rsidP="006136C7">
      <w:pPr>
        <w:pStyle w:val="ListParagraph"/>
        <w:rPr>
          <w:sz w:val="24"/>
          <w:szCs w:val="24"/>
        </w:rPr>
      </w:pPr>
    </w:p>
    <w:p w:rsidR="00BF5297" w:rsidRDefault="00BF5297" w:rsidP="006136C7">
      <w:pPr>
        <w:pStyle w:val="ListParagraph"/>
        <w:numPr>
          <w:ilvl w:val="0"/>
          <w:numId w:val="4"/>
        </w:numPr>
        <w:rPr>
          <w:sz w:val="24"/>
          <w:szCs w:val="24"/>
        </w:rPr>
      </w:pPr>
      <w:r>
        <w:rPr>
          <w:sz w:val="24"/>
          <w:szCs w:val="24"/>
        </w:rPr>
        <w:t>Is there a more formal way to say “You’re welcome!”  in your host country?  What is it?</w:t>
      </w:r>
    </w:p>
    <w:p w:rsidR="00BF5297" w:rsidRDefault="00BF5297" w:rsidP="006136C7">
      <w:pPr>
        <w:pStyle w:val="ListParagraph"/>
        <w:rPr>
          <w:sz w:val="24"/>
          <w:szCs w:val="24"/>
        </w:rPr>
      </w:pPr>
      <w:r>
        <w:rPr>
          <w:sz w:val="24"/>
          <w:szCs w:val="24"/>
        </w:rPr>
        <w:t xml:space="preserve">I did not see a formal way to say your welcome. </w:t>
      </w:r>
    </w:p>
    <w:p w:rsidR="00BF5297" w:rsidRDefault="00BF5297" w:rsidP="006136C7">
      <w:pPr>
        <w:pStyle w:val="ListParagraph"/>
        <w:rPr>
          <w:sz w:val="24"/>
          <w:szCs w:val="24"/>
        </w:rPr>
      </w:pPr>
    </w:p>
    <w:p w:rsidR="00BF5297" w:rsidRDefault="00BF5297" w:rsidP="00D01172">
      <w:pPr>
        <w:pStyle w:val="ListParagraph"/>
        <w:numPr>
          <w:ilvl w:val="0"/>
          <w:numId w:val="4"/>
        </w:numPr>
        <w:rPr>
          <w:sz w:val="24"/>
          <w:szCs w:val="24"/>
        </w:rPr>
      </w:pPr>
      <w:r>
        <w:rPr>
          <w:sz w:val="24"/>
          <w:szCs w:val="24"/>
        </w:rPr>
        <w:t xml:space="preserve">What are any other ways to say “You’re welcome!”?  </w:t>
      </w:r>
    </w:p>
    <w:p w:rsidR="00BF5297" w:rsidRDefault="00BF5297" w:rsidP="00D01172">
      <w:pPr>
        <w:pStyle w:val="ListParagraph"/>
        <w:rPr>
          <w:sz w:val="24"/>
          <w:szCs w:val="24"/>
        </w:rPr>
      </w:pPr>
      <w:r>
        <w:rPr>
          <w:sz w:val="24"/>
          <w:szCs w:val="24"/>
        </w:rPr>
        <w:t>Bu young xie- your welcome (no need for thanks)</w:t>
      </w:r>
    </w:p>
    <w:p w:rsidR="00BF5297" w:rsidRDefault="00BF5297" w:rsidP="00D01172">
      <w:pPr>
        <w:pStyle w:val="ListParagraph"/>
        <w:rPr>
          <w:sz w:val="24"/>
          <w:szCs w:val="24"/>
        </w:rPr>
      </w:pPr>
      <w:r>
        <w:rPr>
          <w:sz w:val="24"/>
          <w:szCs w:val="24"/>
        </w:rPr>
        <w:t xml:space="preserve">Bu keqi- your welcome (don’t be polite) </w:t>
      </w:r>
    </w:p>
    <w:p w:rsidR="00BF5297" w:rsidRDefault="00BF5297" w:rsidP="006136C7">
      <w:pPr>
        <w:pStyle w:val="ListParagraph"/>
        <w:rPr>
          <w:sz w:val="24"/>
          <w:szCs w:val="24"/>
        </w:rPr>
      </w:pPr>
      <w:r>
        <w:rPr>
          <w:sz w:val="24"/>
          <w:szCs w:val="24"/>
        </w:rPr>
        <w:t>Bu shi- your welcome (it’s nothing)</w:t>
      </w:r>
    </w:p>
    <w:p w:rsidR="00BF5297" w:rsidRDefault="00BF5297" w:rsidP="006136C7">
      <w:pPr>
        <w:pStyle w:val="ListParagraph"/>
        <w:rPr>
          <w:sz w:val="24"/>
          <w:szCs w:val="24"/>
        </w:rPr>
      </w:pPr>
    </w:p>
    <w:p w:rsidR="00BF5297" w:rsidRPr="006136C7" w:rsidRDefault="00BF5297" w:rsidP="006136C7">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BF5297" w:rsidRPr="00C71A6B" w:rsidRDefault="00BF5297" w:rsidP="00C71A6B">
      <w:pPr>
        <w:pStyle w:val="ListParagraph"/>
        <w:rPr>
          <w:sz w:val="24"/>
          <w:szCs w:val="24"/>
        </w:rPr>
      </w:pPr>
    </w:p>
    <w:p w:rsidR="00BF5297" w:rsidRPr="00C71A6B" w:rsidRDefault="00BF5297" w:rsidP="00C71A6B">
      <w:pPr>
        <w:pStyle w:val="ListParagraph"/>
        <w:rPr>
          <w:sz w:val="24"/>
          <w:szCs w:val="24"/>
        </w:rPr>
      </w:pPr>
    </w:p>
    <w:p w:rsidR="00BF5297" w:rsidRDefault="00BF5297" w:rsidP="00C71A6B">
      <w:pPr>
        <w:pStyle w:val="ListParagraph"/>
        <w:rPr>
          <w:b/>
          <w:i/>
          <w:sz w:val="24"/>
          <w:szCs w:val="24"/>
        </w:rPr>
      </w:pPr>
    </w:p>
    <w:p w:rsidR="00BF5297" w:rsidRDefault="00BF5297" w:rsidP="00C71A6B">
      <w:pPr>
        <w:pStyle w:val="ListParagraph"/>
        <w:rPr>
          <w:b/>
          <w:i/>
          <w:sz w:val="24"/>
          <w:szCs w:val="24"/>
        </w:rPr>
      </w:pPr>
    </w:p>
    <w:p w:rsidR="00BF5297" w:rsidRPr="00C71A6B" w:rsidRDefault="00BF5297" w:rsidP="00C71A6B">
      <w:pPr>
        <w:pStyle w:val="ListParagraph"/>
        <w:rPr>
          <w:b/>
          <w:i/>
          <w:sz w:val="24"/>
          <w:szCs w:val="24"/>
        </w:rPr>
      </w:pPr>
    </w:p>
    <w:p w:rsidR="00BF5297" w:rsidRDefault="00BF5297" w:rsidP="00EC6B56">
      <w:pPr>
        <w:rPr>
          <w:sz w:val="24"/>
          <w:szCs w:val="24"/>
        </w:rPr>
      </w:pPr>
    </w:p>
    <w:p w:rsidR="00BF5297" w:rsidRPr="00EC6B56" w:rsidRDefault="00BF5297" w:rsidP="00EC6B56">
      <w:pPr>
        <w:jc w:val="center"/>
        <w:rPr>
          <w:sz w:val="28"/>
          <w:szCs w:val="28"/>
        </w:rPr>
      </w:pPr>
    </w:p>
    <w:p w:rsidR="00BF5297" w:rsidRDefault="00BF5297"/>
    <w:sectPr w:rsidR="00BF5297"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297" w:rsidRDefault="00BF5297" w:rsidP="00EC6B56">
      <w:pPr>
        <w:spacing w:after="0"/>
      </w:pPr>
      <w:r>
        <w:separator/>
      </w:r>
    </w:p>
  </w:endnote>
  <w:endnote w:type="continuationSeparator" w:id="0">
    <w:p w:rsidR="00BF5297" w:rsidRDefault="00BF5297"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97" w:rsidRDefault="00BF52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97" w:rsidRDefault="00BF529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97" w:rsidRDefault="00BF52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297" w:rsidRDefault="00BF5297" w:rsidP="00EC6B56">
      <w:pPr>
        <w:spacing w:after="0"/>
      </w:pPr>
      <w:r>
        <w:separator/>
      </w:r>
    </w:p>
  </w:footnote>
  <w:footnote w:type="continuationSeparator" w:id="0">
    <w:p w:rsidR="00BF5297" w:rsidRDefault="00BF5297"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97" w:rsidRDefault="00BF529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97" w:rsidRDefault="00BF529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97" w:rsidRDefault="00BF529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53C0415"/>
    <w:multiLevelType w:val="hybridMultilevel"/>
    <w:tmpl w:val="9DD800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19662DB"/>
    <w:multiLevelType w:val="hybridMultilevel"/>
    <w:tmpl w:val="477843D8"/>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75150084"/>
    <w:multiLevelType w:val="hybridMultilevel"/>
    <w:tmpl w:val="5B82F8C2"/>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6B56"/>
    <w:rsid w:val="00161BF3"/>
    <w:rsid w:val="002B41D2"/>
    <w:rsid w:val="003A3636"/>
    <w:rsid w:val="00480D71"/>
    <w:rsid w:val="004A2851"/>
    <w:rsid w:val="005436FD"/>
    <w:rsid w:val="00557A32"/>
    <w:rsid w:val="006136C7"/>
    <w:rsid w:val="00744E2C"/>
    <w:rsid w:val="008218D0"/>
    <w:rsid w:val="00893A7B"/>
    <w:rsid w:val="00960818"/>
    <w:rsid w:val="00AE50FC"/>
    <w:rsid w:val="00B609FF"/>
    <w:rsid w:val="00B93EE9"/>
    <w:rsid w:val="00BE5722"/>
    <w:rsid w:val="00BF2C64"/>
    <w:rsid w:val="00BF5297"/>
    <w:rsid w:val="00C16757"/>
    <w:rsid w:val="00C52C13"/>
    <w:rsid w:val="00C71A6B"/>
    <w:rsid w:val="00C83BCA"/>
    <w:rsid w:val="00D01172"/>
    <w:rsid w:val="00D85482"/>
    <w:rsid w:val="00DC2444"/>
    <w:rsid w:val="00E36C35"/>
    <w:rsid w:val="00EB73F7"/>
    <w:rsid w:val="00EC09B1"/>
    <w:rsid w:val="00EC6B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C6B56"/>
    <w:pPr>
      <w:tabs>
        <w:tab w:val="center" w:pos="4680"/>
        <w:tab w:val="right" w:pos="9360"/>
      </w:tabs>
      <w:spacing w:after="0"/>
    </w:pPr>
  </w:style>
  <w:style w:type="character" w:customStyle="1" w:styleId="HeaderChar">
    <w:name w:val="Header Char"/>
    <w:basedOn w:val="DefaultParagraphFont"/>
    <w:link w:val="Header"/>
    <w:uiPriority w:val="99"/>
    <w:semiHidden/>
    <w:locked/>
    <w:rsid w:val="00EC6B56"/>
    <w:rPr>
      <w:rFonts w:cs="Times New Roman"/>
    </w:rPr>
  </w:style>
  <w:style w:type="paragraph" w:styleId="Footer">
    <w:name w:val="footer"/>
    <w:basedOn w:val="Normal"/>
    <w:link w:val="FooterChar"/>
    <w:uiPriority w:val="99"/>
    <w:semiHidden/>
    <w:rsid w:val="00EC6B56"/>
    <w:pPr>
      <w:tabs>
        <w:tab w:val="center" w:pos="4680"/>
        <w:tab w:val="right" w:pos="9360"/>
      </w:tabs>
      <w:spacing w:after="0"/>
    </w:pPr>
  </w:style>
  <w:style w:type="character" w:customStyle="1" w:styleId="FooterChar">
    <w:name w:val="Footer Char"/>
    <w:basedOn w:val="DefaultParagraphFont"/>
    <w:link w:val="Footer"/>
    <w:uiPriority w:val="99"/>
    <w:semiHidden/>
    <w:locked/>
    <w:rsid w:val="00EC6B56"/>
    <w:rPr>
      <w:rFonts w:cs="Times New Roman"/>
    </w:rPr>
  </w:style>
  <w:style w:type="character" w:styleId="Hyperlink">
    <w:name w:val="Hyperlink"/>
    <w:basedOn w:val="DefaultParagraphFont"/>
    <w:uiPriority w:val="99"/>
    <w:rsid w:val="00EC6B56"/>
    <w:rPr>
      <w:rFonts w:cs="Times New Roman"/>
      <w:color w:val="0000FF"/>
      <w:u w:val="single"/>
    </w:rPr>
  </w:style>
  <w:style w:type="paragraph" w:styleId="ListParagraph">
    <w:name w:val="List Paragraph"/>
    <w:basedOn w:val="Normal"/>
    <w:uiPriority w:val="99"/>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2973024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663</Words>
  <Characters>3784</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3</dc:title>
  <dc:subject/>
  <dc:creator>teacher</dc:creator>
  <cp:keywords/>
  <dc:description/>
  <cp:lastModifiedBy>avalued</cp:lastModifiedBy>
  <cp:revision>2</cp:revision>
  <dcterms:created xsi:type="dcterms:W3CDTF">2011-11-15T02:41:00Z</dcterms:created>
  <dcterms:modified xsi:type="dcterms:W3CDTF">2011-11-15T02:41:00Z</dcterms:modified>
</cp:coreProperties>
</file>